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12095D5B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A25BA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6 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>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DF039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DF039A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7E4307C" w14:textId="624039DB" w:rsidR="00D62E6E" w:rsidRPr="00D62E6E" w:rsidRDefault="0011475F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1475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Nasadzenia drzew przy drogach lokalnych na terenie gminy Brześć Kujawski.</w:t>
            </w:r>
          </w:p>
        </w:tc>
      </w:tr>
      <w:tr w:rsidR="00DF039A" w:rsidRPr="00D62E6E" w14:paraId="6933FB15" w14:textId="77777777" w:rsidTr="000B45C5">
        <w:tc>
          <w:tcPr>
            <w:tcW w:w="2269" w:type="dxa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F4C9D1B" w14:textId="533DBE0A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11475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40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27004886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4E057202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5612A"/>
    <w:rsid w:val="000621A2"/>
    <w:rsid w:val="00067B62"/>
    <w:rsid w:val="000719DC"/>
    <w:rsid w:val="00075CEC"/>
    <w:rsid w:val="000E0467"/>
    <w:rsid w:val="00106AC7"/>
    <w:rsid w:val="00111985"/>
    <w:rsid w:val="0011475F"/>
    <w:rsid w:val="00147532"/>
    <w:rsid w:val="001614BA"/>
    <w:rsid w:val="001B4466"/>
    <w:rsid w:val="00204613"/>
    <w:rsid w:val="00246A9C"/>
    <w:rsid w:val="00283561"/>
    <w:rsid w:val="002B1E07"/>
    <w:rsid w:val="002C2DE7"/>
    <w:rsid w:val="002D160C"/>
    <w:rsid w:val="002D36C6"/>
    <w:rsid w:val="002D3BDF"/>
    <w:rsid w:val="002E71FA"/>
    <w:rsid w:val="002F1615"/>
    <w:rsid w:val="003024A8"/>
    <w:rsid w:val="00307E5F"/>
    <w:rsid w:val="00312A4F"/>
    <w:rsid w:val="00336EEB"/>
    <w:rsid w:val="00360BC3"/>
    <w:rsid w:val="003C1DC3"/>
    <w:rsid w:val="003D3869"/>
    <w:rsid w:val="003E5D20"/>
    <w:rsid w:val="003F6927"/>
    <w:rsid w:val="00402FCE"/>
    <w:rsid w:val="00415097"/>
    <w:rsid w:val="00422381"/>
    <w:rsid w:val="0043102D"/>
    <w:rsid w:val="004469FE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97E16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21EA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0746E"/>
    <w:rsid w:val="00952336"/>
    <w:rsid w:val="009A21D7"/>
    <w:rsid w:val="009A4A2C"/>
    <w:rsid w:val="009A4CD3"/>
    <w:rsid w:val="00A24942"/>
    <w:rsid w:val="00A25BAE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907EB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EC750E"/>
    <w:rsid w:val="00F11877"/>
    <w:rsid w:val="00F1417D"/>
    <w:rsid w:val="00F226D2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224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2010-01-07T09:39:00Z</cp:lastPrinted>
  <dcterms:created xsi:type="dcterms:W3CDTF">2025-01-16T10:09:00Z</dcterms:created>
  <dcterms:modified xsi:type="dcterms:W3CDTF">2025-11-04T13:14:00Z</dcterms:modified>
</cp:coreProperties>
</file>